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7 -->
  <w:body>
    <w:p w:rsidR="00910CBD" w:rsidP="001F55F6" w14:paraId="685D4AA3" w14:textId="77777777">
      <w:pPr>
        <w:spacing w:before="120" w:after="120"/>
        <w:rPr>
          <w:rFonts w:cstheme="minorHAnsi"/>
          <w:b/>
          <w:sz w:val="20"/>
          <w:szCs w:val="20"/>
        </w:rPr>
      </w:pPr>
      <w:bookmarkStart w:id="0" w:name="_Hlk32839505"/>
      <w:bookmarkStart w:id="1" w:name="28"/>
      <w:bookmarkEnd w:id="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Opštinska uprava opštine Mali Zvornik</w:t>
      </w:r>
      <w:r w:rsidRPr="001F55F6">
        <w:rPr>
          <w:rFonts w:cstheme="minorHAnsi"/>
          <w:b/>
          <w:sz w:val="20"/>
          <w:szCs w:val="20"/>
        </w:rPr>
        <w:t> </w:t>
      </w:r>
    </w:p>
    <w:p w:rsidR="001F55F6" w:rsidRPr="001F55F6" w:rsidP="001F55F6" w14:paraId="12B24AF9" w14:textId="517E71E1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Fonts w:cstheme="minorHAnsi"/>
          <w:b/>
          <w:sz w:val="20"/>
          <w:szCs w:val="20"/>
        </w:rPr>
        <w:t xml:space="preserve">PIB: </w:t>
      </w:r>
      <w:bookmarkStart w:id="2" w:name="_GoBack"/>
      <w:bookmarkEnd w:id="2"/>
      <w:bookmarkStart w:id="3" w:name="30"/>
      <w:bookmarkEnd w:id="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102143310</w:t>
      </w:r>
    </w:p>
    <w:p w:rsidR="001F55F6" w:rsidRPr="001F55F6" w:rsidP="001F55F6" w14:paraId="5CF2DAD8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4" w:name="31"/>
      <w:bookmarkEnd w:id="4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Kralja Petra I 38</w:t>
      </w:r>
    </w:p>
    <w:p w:rsidR="001F55F6" w:rsidRPr="001F55F6" w:rsidP="001F55F6" w14:paraId="6BC266A2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5" w:name="33"/>
      <w:bookmarkEnd w:id="5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15318</w:t>
      </w:r>
      <w:r w:rsidRPr="001F55F6">
        <w:rPr>
          <w:rFonts w:cstheme="minorHAnsi"/>
          <w:b/>
          <w:sz w:val="20"/>
          <w:szCs w:val="20"/>
        </w:rPr>
        <w:t> </w:t>
      </w:r>
      <w:bookmarkStart w:id="6" w:name="32"/>
      <w:bookmarkEnd w:id="6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Mali Zvornik</w:t>
      </w:r>
    </w:p>
    <w:p w:rsidR="001F55F6" w:rsidRPr="001F55F6" w:rsidP="00A9707B" w14:paraId="75E40E96" w14:textId="233F6431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P="001F55F6" w14:paraId="49108E4C" w14:textId="5D1D1718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9"/>
      <w:bookmarkEnd w:id="7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01.12.2020</w:t>
      </w:r>
    </w:p>
    <w:p w:rsidR="001F55F6" w:rsidRPr="001F55F6" w:rsidP="001F55F6" w14:paraId="1B2FD28D" w14:textId="400BEBE7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8" w:name="8"/>
      <w:bookmarkEnd w:id="8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404-110/4</w:t>
      </w:r>
    </w:p>
    <w:p w:rsidR="001F55F6" w:rsidRPr="00A9707B" w:rsidP="00A9707B" w14:paraId="53FD827A" w14:textId="77777777">
      <w:pPr>
        <w:spacing w:before="440" w:after="120"/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</w:pPr>
      <w:bookmarkStart w:id="9" w:name="7"/>
      <w:bookmarkEnd w:id="9"/>
      <w:r w:rsidRPr="00A9707B"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  <w:t>Na osnovu člana 146. stav 1. Zakona o javnim nabavkama („Službeni glasnik“, broj 91/19), naručilac donosi,</w:t>
      </w:r>
    </w:p>
    <w:p w:rsidR="001F55F6" w:rsidRPr="001F55F6" w:rsidP="00A9707B" w14:paraId="2E4A0798" w14:textId="77777777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bookmarkStart w:id="10" w:name="_Hlk32839527"/>
      <w:r w:rsidRPr="001F55F6">
        <w:rPr>
          <w:rFonts w:cstheme="minorHAnsi"/>
          <w:b/>
          <w:sz w:val="32"/>
          <w:szCs w:val="32"/>
          <w:lang w:val="sr-Latn-BA"/>
        </w:rPr>
        <w:t>ODLUKA O DODELI UGOVORA</w:t>
      </w:r>
      <w:bookmarkEnd w:id="10"/>
    </w:p>
    <w:p w:rsidR="001F55F6" w:rsidRPr="001F55F6" w:rsidP="001F55F6" w14:paraId="2D28022D" w14:textId="1C9753B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29"/>
      <w:bookmarkEnd w:id="1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Opštinska uprava opštine Mali Zvornik</w:t>
      </w:r>
    </w:p>
    <w:p w:rsidR="001F55F6" w:rsidRPr="001F55F6" w:rsidP="001F55F6" w14:paraId="53D9E1CD" w14:textId="7D10742A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2" w:name="26"/>
      <w:bookmarkEnd w:id="1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404-110</w:t>
      </w:r>
    </w:p>
    <w:p w:rsidR="001F55F6" w:rsidRPr="001F55F6" w:rsidP="001F55F6" w14:paraId="02CFF5D7" w14:textId="349C974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3" w:name="25"/>
      <w:bookmarkEnd w:id="1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Nabavka opreme i izvođenje radova na izgradnji dečijih igrališta na području opštine Mali Zvornik</w:t>
      </w:r>
    </w:p>
    <w:p w:rsidR="001F55F6" w:rsidRPr="001F55F6" w:rsidP="003406EF" w14:paraId="2E1A1AD2" w14:textId="4AF86F39">
      <w:pPr>
        <w:tabs>
          <w:tab w:val="left" w:pos="311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4" w:name="24"/>
      <w:bookmarkEnd w:id="14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2020/S F02-0005178</w:t>
      </w:r>
    </w:p>
    <w:p w:rsidR="001F55F6" w:rsidRPr="001F55F6" w:rsidP="003406EF" w14:paraId="6AD185A0" w14:textId="4AA6AFE2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1"/>
            </w:checkBox>
          </w:ffData>
        </w:fldChar>
      </w:r>
      <w:bookmarkStart w:id="15" w:name="A_ConType_1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F9120D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5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A_ConType_2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F9120D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7" w:name="A_ConType_3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F9120D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7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P="00B84A8C" w14:paraId="3AFB026C" w14:textId="57BD64CF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highlight w:val="none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8" w:name="27"/>
      <w:bookmarkEnd w:id="18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43325000</w:t>
      </w:r>
    </w:p>
    <w:p w:rsidR="001F55F6" w:rsidRPr="001F55F6" w:rsidP="00B84A8C" w14:paraId="5FF10A8D" w14:textId="1D4DAFE8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partije:</w:t>
      </w:r>
      <w:r w:rsidR="003406EF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19" w:name="1"/>
      <w:bookmarkEnd w:id="19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Nabavka opreme i izvođenje radova na izgradnji dečijih igrališta na području opštine Mali Zvornik</w:t>
      </w:r>
    </w:p>
    <w:p w:rsidR="001F55F6" w:rsidRPr="00B84A8C" w:rsidP="001F55F6" w14:paraId="443A5338" w14:textId="65C2488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20" w:name="2"/>
      <w:bookmarkEnd w:id="20"/>
      <w:r w:rsidRPr="001F55F6" w:rsid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16.190.000,00</w:t>
      </w:r>
      <w:r w:rsidRPr="001F55F6" w:rsidR="00B84A8C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21" w:name="3"/>
      <w:bookmarkEnd w:id="21"/>
      <w:r w:rsidRP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1F55F6" w:rsidRPr="001F55F6" w:rsidP="00B84A8C" w14:paraId="295073E2" w14:textId="573469BB">
      <w:pPr>
        <w:tabs>
          <w:tab w:val="left" w:pos="1701"/>
        </w:tabs>
        <w:spacing w:before="120"/>
        <w:rPr>
          <w:rFonts w:cstheme="minorHAnsi"/>
          <w:sz w:val="20"/>
          <w:szCs w:val="20"/>
        </w:rPr>
      </w:pPr>
      <w:r w:rsidRPr="001F55F6">
        <w:rPr>
          <w:rFonts w:cstheme="minorHAnsi"/>
          <w:sz w:val="20"/>
          <w:szCs w:val="20"/>
        </w:rPr>
        <w:t>Ugovor</w:t>
      </w:r>
      <w:r w:rsidRPr="001F55F6">
        <w:rPr>
          <w:rFonts w:cstheme="minorHAnsi"/>
          <w:sz w:val="20"/>
          <w:szCs w:val="20"/>
        </w:rPr>
        <w:t xml:space="preserve"> se </w:t>
      </w:r>
      <w:r w:rsidRPr="001F55F6">
        <w:rPr>
          <w:rFonts w:cstheme="minorHAnsi"/>
          <w:sz w:val="20"/>
          <w:szCs w:val="20"/>
        </w:rPr>
        <w:t>dodeljuje</w:t>
      </w:r>
      <w:r w:rsidR="00B84A8C">
        <w:rPr>
          <w:rFonts w:cstheme="minorHAnsi"/>
          <w:sz w:val="20"/>
          <w:szCs w:val="20"/>
        </w:rPr>
        <w:t xml:space="preserve"> </w:t>
      </w:r>
      <w:bookmarkStart w:id="22" w:name="10"/>
      <w:bookmarkEnd w:id="2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grupi ponuđača</w:t>
      </w:r>
      <w:r w:rsidRPr="001F55F6">
        <w:rPr>
          <w:rFonts w:cstheme="minorHAnsi"/>
          <w:sz w:val="20"/>
          <w:szCs w:val="20"/>
        </w:rPr>
        <w:t>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10205"/>
      </w:tblGrid>
      <w:tr w14:paraId="24AC14DF" w14:textId="77777777" w:rsidTr="00B84A8C"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5000" w:type="pct"/>
            <w:hideMark/>
          </w:tcPr>
          <w:p w:rsidR="001F55F6" w:rsidRPr="00B84A8C" w:rsidP="00B84A8C" w14:paraId="098A9613" w14:textId="77777777">
            <w:pP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</w:pPr>
            <w:bookmarkStart w:id="23" w:name="12"/>
            <w:bookmarkEnd w:id="23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I&amp;M TECHNOLOGY 035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4" w:name="13"/>
            <w:bookmarkEnd w:id="24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111432775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5" w:name="14"/>
            <w:bookmarkEnd w:id="25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Vojvode Putnika 024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6" w:name="15"/>
            <w:bookmarkEnd w:id="26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Jagodina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7" w:name="16"/>
            <w:bookmarkEnd w:id="27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35000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8" w:name="17"/>
            <w:bookmarkEnd w:id="28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Srbija</w:t>
            </w:r>
          </w:p>
        </w:tc>
      </w:tr>
      <w:tr w14:paraId="24AC14DF" w14:textId="77777777" w:rsidTr="00B84A8C"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5000" w:type="pct"/>
            <w:hideMark/>
          </w:tcPr>
          <w:p w:rsidR="001F55F6" w:rsidRPr="00B84A8C" w:rsidP="00B84A8C" w14:textId="77777777">
            <w:pP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</w:pPr>
            <w:bookmarkStart w:id="29" w:name="18"/>
            <w:bookmarkEnd w:id="29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DŽUNGLA 035 DOO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30" w:name="19"/>
            <w:bookmarkEnd w:id="30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112204539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31" w:name="20"/>
            <w:bookmarkEnd w:id="31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SARAJEVSKA, 23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32" w:name="21"/>
            <w:bookmarkEnd w:id="32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Jagodina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33" w:name="22"/>
            <w:bookmarkEnd w:id="33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35000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34" w:name="23"/>
            <w:bookmarkEnd w:id="34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Srbija</w:t>
            </w:r>
          </w:p>
        </w:tc>
      </w:tr>
    </w:tbl>
    <w:p w:rsidR="00A9707B" w:rsidRPr="00A9707B" w:rsidP="00B84A8C" w14:paraId="602D96C0" w14:textId="77777777">
      <w:pPr>
        <w:tabs>
          <w:tab w:val="left" w:pos="2438"/>
        </w:tabs>
        <w:spacing w:before="120" w:after="120"/>
        <w:rPr>
          <w:rFonts w:cstheme="minorHAnsi"/>
          <w:bCs/>
          <w:sz w:val="20"/>
          <w:szCs w:val="20"/>
        </w:rPr>
      </w:pPr>
    </w:p>
    <w:p w:rsidR="001F55F6" w:rsidRPr="00B84A8C" w:rsidP="00B84A8C" w14:paraId="167338BB" w14:textId="2512E024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</w:t>
      </w:r>
      <w:r w:rsidRPr="001F55F6">
        <w:rPr>
          <w:rFonts w:cstheme="minorHAnsi"/>
          <w:bCs/>
          <w:sz w:val="20"/>
          <w:szCs w:val="20"/>
        </w:rPr>
        <w:t xml:space="preserve"> </w:t>
      </w:r>
      <w:r w:rsidRPr="001F55F6">
        <w:rPr>
          <w:rFonts w:cstheme="minorHAnsi"/>
          <w:bCs/>
          <w:sz w:val="20"/>
          <w:szCs w:val="20"/>
        </w:rPr>
        <w:t>ugovora</w:t>
      </w:r>
      <w:r w:rsidRPr="001F55F6">
        <w:rPr>
          <w:rFonts w:cstheme="minorHAnsi"/>
          <w:bCs/>
          <w:sz w:val="20"/>
          <w:szCs w:val="20"/>
        </w:rPr>
        <w:t xml:space="preserve"> (bez PDV):</w:t>
      </w:r>
      <w:r w:rsidR="00B84A8C">
        <w:rPr>
          <w:rFonts w:cstheme="minorHAnsi"/>
          <w:bCs/>
          <w:sz w:val="20"/>
          <w:szCs w:val="20"/>
        </w:rPr>
        <w:tab/>
      </w:r>
      <w:bookmarkStart w:id="35" w:name="4"/>
      <w:bookmarkEnd w:id="35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16.159.000,00</w:t>
      </w:r>
    </w:p>
    <w:p w:rsidR="001F55F6" w:rsidRPr="00B84A8C" w:rsidP="00B84A8C" w14:paraId="5D5413F5" w14:textId="2CCC13D0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</w:t>
      </w:r>
      <w:r w:rsidRPr="001F55F6">
        <w:rPr>
          <w:rFonts w:cstheme="minorHAnsi"/>
          <w:bCs/>
          <w:sz w:val="20"/>
          <w:szCs w:val="20"/>
        </w:rPr>
        <w:t xml:space="preserve"> </w:t>
      </w:r>
      <w:r w:rsidRPr="001F55F6">
        <w:rPr>
          <w:rFonts w:cstheme="minorHAnsi"/>
          <w:bCs/>
          <w:sz w:val="20"/>
          <w:szCs w:val="20"/>
        </w:rPr>
        <w:t>ugovora</w:t>
      </w:r>
      <w:r w:rsidRPr="001F55F6">
        <w:rPr>
          <w:rFonts w:cstheme="minorHAnsi"/>
          <w:bCs/>
          <w:sz w:val="20"/>
          <w:szCs w:val="20"/>
        </w:rPr>
        <w:t xml:space="preserve"> (</w:t>
      </w:r>
      <w:r w:rsidRPr="001F55F6">
        <w:rPr>
          <w:rFonts w:cstheme="minorHAnsi"/>
          <w:bCs/>
          <w:sz w:val="20"/>
          <w:szCs w:val="20"/>
        </w:rPr>
        <w:t>sa</w:t>
      </w:r>
      <w:r w:rsidRPr="001F55F6">
        <w:rPr>
          <w:rFonts w:cstheme="minorHAnsi"/>
          <w:bCs/>
          <w:sz w:val="20"/>
          <w:szCs w:val="20"/>
        </w:rPr>
        <w:t xml:space="preserve"> PDV):</w:t>
      </w:r>
      <w:r w:rsidR="00B84A8C">
        <w:rPr>
          <w:rFonts w:cstheme="minorHAnsi"/>
          <w:bCs/>
          <w:sz w:val="20"/>
          <w:szCs w:val="20"/>
        </w:rPr>
        <w:tab/>
      </w:r>
      <w:bookmarkStart w:id="36" w:name="5"/>
      <w:bookmarkEnd w:id="36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19.390.800,00</w:t>
      </w:r>
    </w:p>
    <w:p w:rsidR="001F55F6" w:rsidRPr="00B84A8C" w:rsidP="00B84A8C" w14:paraId="7D8E766A" w14:textId="69B2075D">
      <w:pPr>
        <w:tabs>
          <w:tab w:val="left" w:pos="2410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</w:rPr>
        <w:t>Valuta</w:t>
      </w:r>
      <w:r w:rsidRPr="001F55F6">
        <w:rPr>
          <w:rFonts w:cstheme="minorHAnsi"/>
          <w:sz w:val="20"/>
          <w:szCs w:val="20"/>
        </w:rPr>
        <w:t>:</w:t>
      </w:r>
      <w:r w:rsidR="00B84A8C">
        <w:rPr>
          <w:rFonts w:cstheme="minorHAnsi"/>
          <w:sz w:val="20"/>
          <w:szCs w:val="20"/>
        </w:rPr>
        <w:t> </w:t>
      </w:r>
      <w:bookmarkStart w:id="37" w:name="6"/>
      <w:bookmarkEnd w:id="37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A9707B" w:rsidRPr="00A9707B" w:rsidP="001F55F6" w14:paraId="3C53BC4E" w14:textId="77777777">
      <w:pPr>
        <w:spacing w:before="120" w:after="120"/>
        <w:rPr>
          <w:rFonts w:cstheme="minorHAnsi"/>
          <w:bCs/>
          <w:sz w:val="20"/>
          <w:szCs w:val="20"/>
        </w:rPr>
      </w:pPr>
    </w:p>
    <w:p w:rsidR="001F55F6" w:rsidRPr="001F55F6" w:rsidP="001F55F6" w14:paraId="0C1941A0" w14:textId="4FFD1D24">
      <w:pPr>
        <w:spacing w:before="120" w:after="120"/>
        <w:rPr>
          <w:rFonts w:cstheme="minorHAnsi"/>
          <w:b/>
          <w:sz w:val="24"/>
          <w:szCs w:val="24"/>
        </w:rPr>
      </w:pPr>
      <w:r w:rsidRPr="001F55F6">
        <w:rPr>
          <w:rFonts w:cstheme="minorHAnsi"/>
          <w:b/>
          <w:sz w:val="24"/>
          <w:szCs w:val="24"/>
        </w:rPr>
        <w:t>Obrazloženje</w:t>
      </w:r>
      <w:r w:rsidRPr="001F55F6">
        <w:rPr>
          <w:rFonts w:cstheme="minorHAnsi"/>
          <w:b/>
          <w:sz w:val="24"/>
          <w:szCs w:val="24"/>
        </w:rPr>
        <w:t>:</w:t>
      </w:r>
    </w:p>
    <w:p w:rsidR="00A9707B" w:rsidRPr="00A9707B" w:rsidP="001F55F6" w14:paraId="08E7E656" w14:textId="77777777">
      <w:pPr>
        <w:pStyle w:val="Pododjeljci"/>
        <w:rPr>
          <w:b w:val="0"/>
          <w:bCs/>
          <w:sz w:val="20"/>
          <w:szCs w:val="20"/>
        </w:rPr>
      </w:pPr>
    </w:p>
    <w:p w:rsidR="001F55F6" w:rsidRPr="001F55F6" w:rsidP="001F55F6" w14:paraId="2AC8E0F5" w14:textId="4C633D7F">
      <w:pPr>
        <w:pStyle w:val="Pododjeljci"/>
      </w:pPr>
      <w:r w:rsidRPr="001F55F6">
        <w:t>Uputstvo o prav</w:t>
      </w:r>
      <w:r w:rsidR="001F27FD">
        <w:t>n</w:t>
      </w:r>
      <w:r w:rsidRPr="001F55F6">
        <w:t>om sredstvu:</w:t>
      </w:r>
    </w:p>
    <w:p w:rsidR="001F55F6" w:rsidRPr="001F55F6" w:rsidP="001F55F6" w14:paraId="57D8177E" w14:textId="59956637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sectPr w:rsidSect="000A667E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type w:val="nextPage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Start w:id="38" w:name="11"/>
      <w:bookmarkEnd w:id="0"/>
      <w:bookmarkEnd w:id="38"/>
      <w:r w:rsidRPr="001F55F6"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Protiv ove odluke, ponuđač može da podnese zahtev za zaštitu prava u roku od deset dana od dana objavljivanja na Portalu javnih nabavki u skladu sa odredbama Zakona o javnim nabavkama („Službeni glasnik“, broj 91/19)</w:t>
      </w: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3"/>
        <w:gridCol w:w="4520"/>
        <w:gridCol w:w="6346"/>
        <w:gridCol w:w="4517"/>
        <w:gridCol w:w="13"/>
      </w:tblGrid>
      <w:tr>
        <w:tblPrEx>
          <w:tblCellMar>
            <w:left w:w="0" w:type="dxa"/>
            <w:right w:w="0" w:type="dxa"/>
          </w:tblCellMar>
          <w:tblLook w:val="0000"/>
        </w:tblPrEx>
        <w:trPr>
          <w:trHeight w:val="163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3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58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>IZVEŠTAJ O POSTUPKU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4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kreiranja izveštaja: 02.12.2020 12:46:11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2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52"/>
              <w:gridCol w:w="11645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500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Nabavka opreme i izvođenje radova na izgradnji dečijih igrališta na području opštine Mali Zvornik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404-110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16.190.000,00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43325000-Oprema za parkove i dečja igrališta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57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Nabavka opreme i izvođenje radova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0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Obrazloženje zašto predmet nije 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2020/S F02-0005178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05.11.2020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19.11.2020 10:00:00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295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Zoran Brkić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Slavica Simeunović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Slobodan Rakić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4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21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87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39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Ostali zahtevi nabavke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završetka radova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62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3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i vreme otvaranja: 19.11.2020 10:05:00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19.11.2020 10:05:03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922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1537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60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28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pristiglih ponuda / prijava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6625"/>
                          <w:gridCol w:w="2257"/>
                          <w:gridCol w:w="2233"/>
                          <w:gridCol w:w="1401"/>
                          <w:gridCol w:w="2856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Oblik ponude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Oznaka / broj ponude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Podizvođači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Datum i vreme podnošenja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I&amp;M TECHNOLOGY 035, Vojvode Putnika 024, 35000, Jagodina, Srbija; DŽUNGLA 035 DOO, SARAJEVSKA, 23, 35000, Jagodina,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Grupa ponuđača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01/2020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18.11.2020. 20:24:42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62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81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417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9444"/>
                    <w:gridCol w:w="5929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završetka radova [dan]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I&amp;M TECHNOLOGY 035;DŽUNGLA 035 DOO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16159000.00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19390800.00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Plaćanje po overenim privremenim i/ili okončanoj situaciji u roku do 45 (četrdesetpet) dana od dana</w:t>
                                <w:br/>
                                <w:t>kada je situacija overena od strane nadzornog organa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45.00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96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2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ispravaka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417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9444"/>
                    <w:gridCol w:w="5929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0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završetka radova [dan]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I&amp;M TECHNOLOGY 035;DŽUNGLA 035 DOO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16159000.00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19390800.00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Plaćanje po overenim privremenim i/ili okončanoj situaciji u roku do 45 (četrdesetpet) dana od dana</w:t>
                                <w:br/>
                                <w:t>kada je situacija overena od strane nadzornog organa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45.00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36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4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Rezultati stručne ocene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80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33"/>
                          <w:gridCol w:w="4511"/>
                          <w:gridCol w:w="2617"/>
                          <w:gridCol w:w="2318"/>
                          <w:gridCol w:w="141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Odbija se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 (sa PDV)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I&amp;M TECHNOLOGY 035;DŽUNGLA 035 DOO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16.159.000,00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19.390.800,00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93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06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Rangiranje ponuda i predlog izbora / obustave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592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"/>
                    <w:gridCol w:w="3752"/>
                    <w:gridCol w:w="11631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6" w:type="dxa"/>
                        <w:gridSpan w:val="3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38"/>
                          <w:gridCol w:w="1160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 će se dodeliti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98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83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20"/>
                          <w:gridCol w:w="1621"/>
                          <w:gridCol w:w="7338"/>
                          <w:gridCol w:w="1904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Rang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ranga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Izabire se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I&amp;M TECHNOLOGY 035;DŽUNGLA 035 DOO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16,159,000.00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27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3765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6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6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izbora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63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 ispunjava kriterijume za kvalitativni izbor privrednog subjekta i dostavio je ekonomski najpovoljniju ponudu koja se određuje na osnovu kriterijuma ponuđena cena bez PDV-a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493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959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</w:p>
    <w:sectPr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nextPage"/>
      <w:pgSz w:w="16837" w:h="11905" w:orient="landscape"/>
      <w:pgMar w:top="566" w:right="566" w:bottom="566" w:left="680" w:header="0" w:foo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paraId="7EA13C2B" w14:textId="07670DCD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  <w:lang w:val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Pr="001F55F6" w:rsidR="001F55F6">
      <w:rPr>
        <w:caps/>
        <w:noProof/>
        <w:sz w:val="12"/>
        <w:szCs w:val="12"/>
        <w:lang w:val="hr-HR"/>
      </w:rPr>
      <w:t>ODLUKA O DODELI UGOVORA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 w:rsidR="001F27FD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E"/>
    <w:rsid w:val="000377CB"/>
    <w:rsid w:val="00064642"/>
    <w:rsid w:val="00087A93"/>
    <w:rsid w:val="00092830"/>
    <w:rsid w:val="000A667E"/>
    <w:rsid w:val="000F6975"/>
    <w:rsid w:val="00165E99"/>
    <w:rsid w:val="001B4006"/>
    <w:rsid w:val="001F27FD"/>
    <w:rsid w:val="001F55F6"/>
    <w:rsid w:val="002B375A"/>
    <w:rsid w:val="002B5412"/>
    <w:rsid w:val="002E6AB7"/>
    <w:rsid w:val="003406EF"/>
    <w:rsid w:val="00342432"/>
    <w:rsid w:val="003753D5"/>
    <w:rsid w:val="00390B66"/>
    <w:rsid w:val="003F4A2A"/>
    <w:rsid w:val="00430FB5"/>
    <w:rsid w:val="00471857"/>
    <w:rsid w:val="004D3A78"/>
    <w:rsid w:val="005349E8"/>
    <w:rsid w:val="00544D4B"/>
    <w:rsid w:val="0059265A"/>
    <w:rsid w:val="005B6EAC"/>
    <w:rsid w:val="00666AE4"/>
    <w:rsid w:val="006A4384"/>
    <w:rsid w:val="006C28AA"/>
    <w:rsid w:val="00723884"/>
    <w:rsid w:val="007500EB"/>
    <w:rsid w:val="007B33EC"/>
    <w:rsid w:val="00910CBD"/>
    <w:rsid w:val="00934E20"/>
    <w:rsid w:val="00943D6F"/>
    <w:rsid w:val="00A338C8"/>
    <w:rsid w:val="00A9707B"/>
    <w:rsid w:val="00AA44B3"/>
    <w:rsid w:val="00AE028A"/>
    <w:rsid w:val="00B07D76"/>
    <w:rsid w:val="00B12B6B"/>
    <w:rsid w:val="00B36DFD"/>
    <w:rsid w:val="00B84A8C"/>
    <w:rsid w:val="00BE147A"/>
    <w:rsid w:val="00C3138D"/>
    <w:rsid w:val="00C4780E"/>
    <w:rsid w:val="00CB35CB"/>
    <w:rsid w:val="00D1225B"/>
    <w:rsid w:val="00D1691F"/>
    <w:rsid w:val="00D25CF6"/>
    <w:rsid w:val="00D4767B"/>
    <w:rsid w:val="00DE52D6"/>
    <w:rsid w:val="00DF4791"/>
    <w:rsid w:val="00E22A9B"/>
    <w:rsid w:val="00EA7586"/>
    <w:rsid w:val="00F24FBF"/>
    <w:rsid w:val="00F9120D"/>
    <w:rsid w:val="00FE399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OBR_OdlukaODodeli.dotx</Template>
  <TotalTime>34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Dean Firkelj</cp:lastModifiedBy>
  <cp:revision>6</cp:revision>
  <dcterms:created xsi:type="dcterms:W3CDTF">2020-02-17T13:03:00Z</dcterms:created>
  <dcterms:modified xsi:type="dcterms:W3CDTF">2020-03-26T05:56:00Z</dcterms:modified>
</cp:coreProperties>
</file>