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48470C" w:rsidP="001F55F6" w14:paraId="305C6F17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14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</w:p>
    <w:p w:rsidR="001F55F6" w:rsidRPr="001F55F6" w:rsidP="001F55F6" w14:paraId="12B24AF9" w14:textId="47A3F29B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16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1D469669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17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19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18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8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06.01.2021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7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404-119/5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6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147. Zakona o javnim nabavkama („Službeni glasnik“, broj 91/19), naručilac donosi,</w:t>
      </w:r>
    </w:p>
    <w:p w:rsidR="001F55F6" w:rsidRPr="001F55F6" w:rsidP="00A9707B" w14:paraId="2E4A0798" w14:textId="03D91676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r w:rsidRPr="001934FE">
        <w:rPr>
          <w:rFonts w:cstheme="minorHAnsi"/>
          <w:b/>
          <w:sz w:val="32"/>
          <w:szCs w:val="32"/>
          <w:lang w:val="sr-Latn-BA"/>
        </w:rPr>
        <w:t>ODLUKA O OBUSTAVI</w:t>
      </w:r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9" w:name="15"/>
      <w:bookmarkEnd w:id="9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12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404-119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1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Izgradnja objekta predškolske ustanove u MZ Donje Naselje</w:t>
      </w:r>
    </w:p>
    <w:p w:rsidR="001F55F6" w:rsidRPr="001F55F6" w:rsidP="001934FE" w14:paraId="2E1A1AD2" w14:textId="4AF86F39">
      <w:pPr>
        <w:tabs>
          <w:tab w:val="left" w:pos="3175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2" w:name="10"/>
      <w:bookmarkEnd w:id="12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F02-0006781</w:t>
      </w:r>
    </w:p>
    <w:p w:rsidR="001F55F6" w:rsidRPr="001F55F6" w:rsidP="001934FE" w14:paraId="6AD185A0" w14:textId="4AA6AFE2">
      <w:pPr>
        <w:pStyle w:val="Odjeljci"/>
        <w:tabs>
          <w:tab w:val="left" w:pos="1418"/>
          <w:tab w:val="left" w:pos="3175"/>
          <w:tab w:val="left" w:pos="4933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3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924E8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3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924E8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5924E8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1934FE" w14:paraId="3AFB026C" w14:textId="50B32759">
      <w:pPr>
        <w:pStyle w:val="Odjeljci"/>
        <w:tabs>
          <w:tab w:val="left" w:pos="1758"/>
        </w:tabs>
        <w:spacing w:before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1934FE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6" w:name="13"/>
      <w:bookmarkEnd w:id="1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45000000</w:t>
      </w:r>
    </w:p>
    <w:p w:rsidR="001F55F6" w:rsidRPr="001F55F6" w:rsidP="001934FE" w14:paraId="5FF10A8D" w14:textId="6BA478B3">
      <w:pPr>
        <w:pStyle w:val="Odjeljci"/>
        <w:spacing w:before="120"/>
        <w:ind w:left="3544" w:hanging="3544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</w:t>
      </w:r>
      <w:r w:rsidRPr="001934FE" w:rsid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 xml:space="preserve"> </w:t>
      </w:r>
      <w:r w:rsidR="001934FE">
        <w:rPr>
          <w:rFonts w:ascii="Calibri" w:hAnsi="Calibri" w:cs="Calibri"/>
          <w:b w:val="0"/>
          <w:bCs w:val="0"/>
          <w:sz w:val="20"/>
          <w:szCs w:val="20"/>
          <w:lang w:val="sr-Latn-BA"/>
        </w:rPr>
        <w:t>koji se obustavlja</w:t>
      </w: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:</w:t>
      </w:r>
      <w:r w:rsidR="001934FE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7" w:name="2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Opremanje trpezarije, dečijih prostorija i sobe za vaspitače adekvatnim  nameštajem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8" w:name="3"/>
      <w:bookmarkEnd w:id="18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1.011.900,00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19" w:name="4"/>
      <w:bookmarkEnd w:id="19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1934FE" w:rsidP="001934FE" w14:paraId="3C53BC4E" w14:textId="746DFBD4">
      <w:pPr>
        <w:ind w:left="2268" w:hanging="226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ascii="Calibri" w:hAnsi="Calibri" w:cs="Calibri"/>
          <w:sz w:val="20"/>
          <w:szCs w:val="20"/>
        </w:rPr>
        <w:t>Pravni osnov za obustavu:</w:t>
      </w:r>
      <w:r>
        <w:rPr>
          <w:rFonts w:cstheme="minorHAnsi"/>
          <w:sz w:val="20"/>
          <w:szCs w:val="20"/>
        </w:rPr>
        <w:tab/>
      </w:r>
      <w:bookmarkStart w:id="20" w:name="9"/>
      <w:bookmarkEnd w:id="20"/>
      <w:r w:rsidRPr="001934FE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Član 147. stav 1. tač. 8) - naručilac nakon pregleda i stručne ocene ponuda utvrdi da su sve ponude neprihvatljive</w:t>
      </w:r>
    </w:p>
    <w:p w:rsidR="001934FE" w:rsidRPr="00A9707B" w:rsidP="001F55F6" w14:paraId="7AE6C0DA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Obrazloženje:</w:t>
      </w:r>
    </w:p>
    <w:p w:rsidR="001F55F6" w:rsidRPr="001F55F6" w:rsidP="001F55F6" w14:paraId="3FF73ED6" w14:textId="0E50C803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21" w:name="1"/>
      <w:bookmarkEnd w:id="21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Naručilac nije pribavio nijednu prihvatljivu ponudu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736BC816">
      <w:pPr>
        <w:pStyle w:val="Pododjeljci"/>
      </w:pPr>
      <w:r w:rsidRPr="001F55F6">
        <w:t>Uputstvo o pravom sredstvu:</w:t>
      </w:r>
    </w:p>
    <w:p w:rsidR="001F55F6" w:rsidRPr="001F55F6" w:rsidP="001F55F6" w14:paraId="57D8177E" w14:textId="2985EEE5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22" w:name="5"/>
      <w:bookmarkEnd w:id="0"/>
      <w:bookmarkEnd w:id="22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11.01.2021 15:13:34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Izgradnja objekta predškolske ustanove u MZ Donje Naselje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404-119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18.567.210,51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45000000-Građevinski radovi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Izgradnja objekta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F02-0006781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24.11.2020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08.12.2020 10:00:00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Slobodan Rakić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Slavica Simeunović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70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Građevinski i ostali radovi, instalacija centralnog grejanja sa nabavkom kotla i opremanje mokrih čvorova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15.204.507,01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78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završetka radova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70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Parterno uređenje sa opremanjem dečjeg igrališta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2.350.803,50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78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završetka radova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703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Opremanje trpezarije, dečijih prostorija i sobe za vaspitače adekvatnim  nameštajem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Procenjena vrednost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1.011.900,00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78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39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Zahtevi nabavke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Naziv kriterijuma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Rok završetka radova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08.12.2020 10:05:00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08.12.2020 10:06:38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20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Opremanje trpezarije, dečijih prostorija i sobe za vaspitače adekvatnim  nameštajem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SAMOSTALNA GRAĐEVINSKA RADNJA STANKOVIĆ DRAGAN PR MALI ZVORNIK, Svetosavska, 256, 15318, Mali Zvornik,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28/2020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8.12.2020. 01:47:00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Prispeli su delovi ponude / prijave koji nisu podneti putem Portala: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Svi delovi koji nisu podneti putem Portala su prispeli blagovremeno: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Delovi ponude koji nisu podneti putem Portala: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Datum i vreme prijema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Opis primljenog dela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8.12.2020. 09:35:00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Bankarska garancija za ozbiljnost ponude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03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8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8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3</w:t>
                                <w:br/>
                                <w:t>Naziv partije: Opremanje trpezarije, dečijih prostorija i sobe za vaspitače adekvatnim  nameštajem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završetka radova [dan]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SAMOSTALNA GRAĐEVINSKA RADNJA STANKOVIĆ DRAGAN PR MALI ZVORNIK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993900.00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1192680.00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dana ispostavljanje situacije,virmanski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40.00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5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9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9444"/>
                    <w:gridCol w:w="5929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Broj partije : 3</w:t>
                                <w:br/>
                                <w:t>Naziv partije: Opremanje trpezarije, dečijih prostorija i sobe za vaspitače adekvatnim  nameštajem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završetka radova [dan]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SAMOSTALNA GRAĐEVINSKA RADNJA STANKOVIĆ DRAGAN PR MALI ZVORNIK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993900.00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1192680.00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dana ispostavljanje situacije,virmanski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40.00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9444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5929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2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381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Opremanje trpezarije, dečijih prostorija i sobe za vaspitače adekvatnim  nameštajem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SAMOSTALNA GRAĐEVINSKA RADNJA STANKOVIĆ DRAGAN PR MALI ZVORNIK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993.900,00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1.192.680,00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Obrazloženje odbijanja:</w:t>
                              </w: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 nije dostavio pismo o namerama poslovne banke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396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Razloga za odbijanje neprihvatljivih ponuda/prijava ili drugih osnova prema Zakonu zbog kojih se ponuda/prijava više ne razmatra: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nije dostavljeno sredstvo obezbeđenja za ozbiljnost ponude u skladu sa dokumentacijom o nabavci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45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Opremanje trpezarije, dečijih prostorija i sobe za vaspitače adekvatnim  nameštajem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Obustavlja se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Pravni osnov za obustavu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Član 147. stav 1. tač. 8) - naručilac nakon pregleda i stručne ocene ponuda utvrdi da su sve ponude neprihvatljive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obustave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Naručilac nije pribavio nijednu prihvatljivu ponudu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42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57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4C4D17B1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934FE" w:rsidR="001934FE">
      <w:rPr>
        <w:caps/>
        <w:noProof/>
        <w:sz w:val="12"/>
        <w:szCs w:val="12"/>
        <w:lang w:val="hr-HR"/>
      </w:rPr>
      <w:t>ODLUKA O OBUSTAVI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>
      <w:rPr>
        <w:caps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64642"/>
    <w:rsid w:val="00087A93"/>
    <w:rsid w:val="00092830"/>
    <w:rsid w:val="000A667E"/>
    <w:rsid w:val="000F6975"/>
    <w:rsid w:val="00165E99"/>
    <w:rsid w:val="001934FE"/>
    <w:rsid w:val="001B4006"/>
    <w:rsid w:val="001F55F6"/>
    <w:rsid w:val="002B375A"/>
    <w:rsid w:val="002B5412"/>
    <w:rsid w:val="002E6AB7"/>
    <w:rsid w:val="00316569"/>
    <w:rsid w:val="003406EF"/>
    <w:rsid w:val="00342432"/>
    <w:rsid w:val="003753D5"/>
    <w:rsid w:val="00390B66"/>
    <w:rsid w:val="003F4A2A"/>
    <w:rsid w:val="00430FB5"/>
    <w:rsid w:val="00471857"/>
    <w:rsid w:val="0048470C"/>
    <w:rsid w:val="004D3A78"/>
    <w:rsid w:val="005349E8"/>
    <w:rsid w:val="00544D4B"/>
    <w:rsid w:val="005924E8"/>
    <w:rsid w:val="0059265A"/>
    <w:rsid w:val="005B6EAC"/>
    <w:rsid w:val="00666AE4"/>
    <w:rsid w:val="006A4384"/>
    <w:rsid w:val="006C28AA"/>
    <w:rsid w:val="007076D2"/>
    <w:rsid w:val="00723884"/>
    <w:rsid w:val="007500EB"/>
    <w:rsid w:val="007B33EC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4780E"/>
    <w:rsid w:val="00CB35CB"/>
    <w:rsid w:val="00D1225B"/>
    <w:rsid w:val="00D1691F"/>
    <w:rsid w:val="00D25CF6"/>
    <w:rsid w:val="00D4767B"/>
    <w:rsid w:val="00DE52D6"/>
    <w:rsid w:val="00DF4791"/>
    <w:rsid w:val="00EA7586"/>
    <w:rsid w:val="00F24FBF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OBR_OdlukaOObustavi.dotx</Template>
  <TotalTime>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zvedran1982@gmail.com</cp:lastModifiedBy>
  <cp:revision>4</cp:revision>
  <dcterms:created xsi:type="dcterms:W3CDTF">2020-02-17T14:57:00Z</dcterms:created>
  <dcterms:modified xsi:type="dcterms:W3CDTF">2020-04-23T09:34:00Z</dcterms:modified>
</cp:coreProperties>
</file>