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2A1055A6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22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</w:p>
    <w:p w:rsidR="001F55F6" w:rsidRPr="001F55F6" w:rsidP="001F55F6" w14:paraId="12B24AF9" w14:textId="4FB2963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bookmarkStart w:id="2" w:name="24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25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7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26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10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15.01.2021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404-137/4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8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9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9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3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0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404-137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9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Stručni nadzor nad građevinskim radovima za "Centar za razvoj inovacija u oblasti zaštite životne sredine u Malom Zvorniku"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8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F02-0009919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6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1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71247000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1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Stručni nadzor nad građevinskim radovima za "Centar za razvoj inovacija u oblasti zaštite životne sredine u Malom Zvorniku"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2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333.333,00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2A1737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 se 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1" w:name="11"/>
      <w:bookmarkEnd w:id="2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2A1737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2" w:name="12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GZR SPASING DRAGAN SPASOJEVIĆ PR DONJA OROVICA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3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104980263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4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Vojvode Mišića 26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5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Donja Orovica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6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15320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7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2A1737" w14:paraId="602D96C0" w14:textId="7777777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(bez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4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231.666,57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(sa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231.666,57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Obrazloženje: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1" w:name="7"/>
      <w:bookmarkEnd w:id="0"/>
      <w:bookmarkEnd w:id="31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15.01.2021 13:22:28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Stručni nadzor nad građevinskim radovima za "Centar za razvoj inovacija u oblasti zaštite životne sredine u Malom Zvorniku"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404-137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333.333,00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71247000-Nadzor građevinskih radova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Stručni nadzor nad izvođenjem radova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F02-0009919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30.12.2020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08.01.2021 12:00:00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Dragana Marković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Vesna Ilić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6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1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08.01.2021 12:00:00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08.01.2021 12:01:08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86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GRO STATIK DOO NOVI SAD, BULEVAR DESPOTA STEFANA, 13, 21000, Novi Sad,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03-1/21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5.1.2021. 15:13:35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GZR SPASING DRAGAN SPASOJEVIĆ PR DONJA OROVICA, Vojvode Mišića 26, 15320, Donja Orovica,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01/21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7.1.2021. 11:11:36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KONING doo, ulica Danila Kiša 7, 21000, Novi Sad,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20210108MZ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7.1.2021. 22:49:47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03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8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70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GRO STATIK DOO NOVI SAD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483333.31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579999.98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od 45 dana od dana prijema overene situacije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GZR SPASING DRAGAN SPASOJEVIĆ PR DONJA OROVICA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231666.57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231666.57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KONING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283333.00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339999.00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15 dana od dana ispostavljanja računa 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7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GRO STATIK DOO NOVI SAD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483333.31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579999.98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od 45 dana od dana prijema overene situacije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GZR SPASING DRAGAN SPASOJEVIĆ PR DONJA OROVICA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231666.57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231666.57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KONING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283333.00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339999.00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15 dana od dana ispostavljanja računa 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2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381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GRO STATIK DOO NOVI SAD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483.333,31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579.999,98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Obrazloženje odbijanja:</w:t>
                              </w: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je odbijena iz razloga što je ponuđač  premašio procenjenu vrednost javne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6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Razloga za odbijanje neprihvatljivih ponuda/prijava ili drugih osnova prema Zakonu zbog kojih se ponuda/prijava više ne razmatra: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prelazi iznos procenjene vrednosti predmeta javne nabavke ili raspoloživih sredstava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GZR SPASING DRAGAN SPASOJEVIĆ PR DONJA OROVICA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231.666,57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231.666,57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KONING doo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283.333,00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339.999,00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45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 utvrđeno postojanje sukoba interesa između članova komisije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GZR SPASING DRAGAN SPASOJEVIĆ PR DONJA OROVICA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231,666.57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KONING doo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283,333.00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je ponudio najnižu  cenu ,  dostavio dokaze o ispunjenju svih kriterijuma za kvalitativni izbor privrednog subjekta definisanih predmetnom konkursnom dokumentacijom u smislu članova 111. i 114, a u vezi članova 116. i 117. ZJN, što sve ponudu čini prihvatljivom u vezi  člana 144. stav 1. ZJN, odnosno ponudom kod koje ne postoje osnovi za odbijanje u skladu sa navedenom zakonskom odredbom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57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5F01C2"/>
    <w:rsid w:val="006335EC"/>
    <w:rsid w:val="00666AE4"/>
    <w:rsid w:val="006A4384"/>
    <w:rsid w:val="006C28AA"/>
    <w:rsid w:val="006C6D30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zvedran1982@gmail.com</cp:lastModifiedBy>
  <cp:revision>11</cp:revision>
  <dcterms:created xsi:type="dcterms:W3CDTF">2020-02-17T13:03:00Z</dcterms:created>
  <dcterms:modified xsi:type="dcterms:W3CDTF">2020-12-09T05:23:00Z</dcterms:modified>
</cp:coreProperties>
</file>