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2A1055A6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0" w:name="_Hlk32839505"/>
      <w:bookmarkStart w:id="1" w:name="22"/>
      <w:bookmarkEnd w:id="1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Mali Zvornik</w:t>
      </w:r>
    </w:p>
    <w:p w:rsidR="001F55F6" w:rsidRPr="001F55F6" w:rsidP="001F55F6" w14:paraId="12B24AF9" w14:textId="4FB2963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>PIB:</w:t>
      </w:r>
      <w:r w:rsidRPr="00191039" w:rsidR="002A1737">
        <w:rPr>
          <w:rFonts w:cstheme="minorHAnsi"/>
          <w:sz w:val="20"/>
          <w:szCs w:val="20"/>
        </w:rPr>
        <w:t> </w:t>
      </w:r>
      <w:bookmarkStart w:id="2" w:name="24"/>
      <w:bookmarkEnd w:id="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102143310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" w:name="25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Kralja Petra I 38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7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15318</w:t>
      </w:r>
      <w:r w:rsidRPr="001F55F6">
        <w:rPr>
          <w:rFonts w:cstheme="minorHAnsi"/>
          <w:b/>
          <w:sz w:val="20"/>
          <w:szCs w:val="20"/>
        </w:rPr>
        <w:t> </w:t>
      </w:r>
      <w:bookmarkStart w:id="5" w:name="26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Mali Zvornik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6" w:name="10"/>
      <w:bookmarkEnd w:id="6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24.02.2021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9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404-22/5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8" w:name="8"/>
      <w:bookmarkEnd w:id="8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donosi,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9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9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23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Mali Zvornik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20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404-22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19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Nabavka  električne energije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18"/>
      <w:bookmarkEnd w:id="13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2021/S F02-0003396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5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21"/>
      <w:bookmarkEnd w:id="17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09310000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8" w:name="1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Nabavka  električne energije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9" w:name="2"/>
      <w:bookmarkEnd w:id="19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9.166.666,00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0" w:name="3"/>
      <w:bookmarkEnd w:id="20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2A1737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 se 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1" w:name="11"/>
      <w:bookmarkEnd w:id="2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2A1737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2" w:name="12"/>
            <w:bookmarkEnd w:id="22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JP EPS Ogranak EPS Snabdevanje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3" w:name="13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103920327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4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Makenzijeva 37/II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5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Beograd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6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11000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7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2A1737" w14:paraId="602D96C0" w14:textId="7777777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(bez PDV):</w:t>
      </w:r>
      <w:r w:rsidR="00B84A8C">
        <w:rPr>
          <w:rFonts w:cstheme="minorHAnsi"/>
          <w:bCs/>
          <w:sz w:val="20"/>
          <w:szCs w:val="20"/>
        </w:rPr>
        <w:tab/>
      </w:r>
      <w:bookmarkStart w:id="28" w:name="4"/>
      <w:bookmarkEnd w:id="28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5.545.561,98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(sa PDV):</w:t>
      </w:r>
      <w:r w:rsidR="00B84A8C">
        <w:rPr>
          <w:rFonts w:cstheme="minorHAnsi"/>
          <w:bCs/>
          <w:sz w:val="20"/>
          <w:szCs w:val="20"/>
        </w:rPr>
        <w:tab/>
      </w:r>
      <w:bookmarkStart w:id="29" w:name="5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6.654.674,38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30" w:name="6"/>
      <w:bookmarkEnd w:id="30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Obrazloženje: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4C633D7F">
      <w:pPr>
        <w:pStyle w:val="Pododjeljci"/>
      </w:pPr>
      <w:r w:rsidRPr="001F55F6">
        <w:t>Uputstvo o prav</w:t>
      </w:r>
      <w:r w:rsidR="001F27FD">
        <w:t>n</w:t>
      </w:r>
      <w:r w:rsidRPr="001F55F6">
        <w:t>om sredstvu:</w:t>
      </w:r>
    </w:p>
    <w:p w:rsidR="001F55F6" w:rsidRPr="001F55F6" w:rsidP="001F55F6" w14:paraId="57D8177E" w14:textId="59956637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31" w:name="7"/>
      <w:bookmarkEnd w:id="0"/>
      <w:bookmarkEnd w:id="31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24.02.2021 12:10:02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Nabavka  električne energije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404-22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9.166.666,00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09310000-Električna energija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Nabavka  električne energije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2021/S F02-0003396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13.02.2021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22.02.2021 13:00:00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Dragana Marković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Zoran Brkić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Slavica Simeunović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6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1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22.02.2021 13:00:00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22.02.2021 13:01:31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50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1537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JP EPS Ogranak EPS Snabdevanje, Makenzijeva 37/II, 11000, Beograd,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18.01-89327/1-21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19.2.2021. 13:22:38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03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8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8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JP EPS Ogranak EPS Snabdevanje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5545561.98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6654674.38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do 25. u tekućem za prethodni mesec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180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5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9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JP EPS Ogranak EPS Snabdevanje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5545561.98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6654674.38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do 25. u tekućem za prethodni mesec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180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2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8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4511"/>
                          <w:gridCol w:w="2617"/>
                          <w:gridCol w:w="2318"/>
                          <w:gridCol w:w="141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Odbija se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 (sa PDV)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JP EPS Ogranak EPS Snabdevanje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5.545.561,98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6.654.674,38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11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3752"/>
                    <w:gridCol w:w="11631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6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8"/>
                          <w:gridCol w:w="1160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 postupku javne nabavke Naručilac nije utvrdio sukob interesa članova i zamenika članova Komisije za predmetnu javnu nabavku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83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20"/>
                          <w:gridCol w:w="1621"/>
                          <w:gridCol w:w="7338"/>
                          <w:gridCol w:w="1904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JP EPS Ogranak EPS Snabdevanje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5,545,561.98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65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6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6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 JP EPS Ogranak EPS Snabdevanje, Makenzijeva 37/II, 11 000 Beograd je podneo najnižu ponudu u postupku javne nabavke Nabavka električne energije, dostavio dokaze o ispunjenju svih kriterijuma za kvalitativni izbor privrednog subjekta definisanih predmetnom konkursnom dokumentacijom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57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B4006"/>
    <w:rsid w:val="001F27FD"/>
    <w:rsid w:val="001F55F6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D3A78"/>
    <w:rsid w:val="005349E8"/>
    <w:rsid w:val="00544D4B"/>
    <w:rsid w:val="0059265A"/>
    <w:rsid w:val="005B6EAC"/>
    <w:rsid w:val="005F01C2"/>
    <w:rsid w:val="006335EC"/>
    <w:rsid w:val="00666AE4"/>
    <w:rsid w:val="006A4384"/>
    <w:rsid w:val="006C28AA"/>
    <w:rsid w:val="006C6D30"/>
    <w:rsid w:val="00723884"/>
    <w:rsid w:val="007500EB"/>
    <w:rsid w:val="007B33EC"/>
    <w:rsid w:val="00910CBD"/>
    <w:rsid w:val="00934E20"/>
    <w:rsid w:val="00943D6F"/>
    <w:rsid w:val="00A338C8"/>
    <w:rsid w:val="00A9707B"/>
    <w:rsid w:val="00AA44B3"/>
    <w:rsid w:val="00AC11B5"/>
    <w:rsid w:val="00AE028A"/>
    <w:rsid w:val="00B07D76"/>
    <w:rsid w:val="00B12B6B"/>
    <w:rsid w:val="00B36DFD"/>
    <w:rsid w:val="00B84A8C"/>
    <w:rsid w:val="00BE147A"/>
    <w:rsid w:val="00C3138D"/>
    <w:rsid w:val="00C4780E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OBR_OdlukaODodeli.dotx</Template>
  <TotalTime>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zvedran1982@gmail.com</cp:lastModifiedBy>
  <cp:revision>11</cp:revision>
  <dcterms:created xsi:type="dcterms:W3CDTF">2020-02-17T13:03:00Z</dcterms:created>
  <dcterms:modified xsi:type="dcterms:W3CDTF">2020-12-09T05:23:00Z</dcterms:modified>
</cp:coreProperties>
</file>